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1898255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FDC676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244289D4" w:rsidRDefault="0071620A" w14:paraId="65768445" w14:textId="0451C531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244289D4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44289D4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44289D4" w:rsidR="00E32E8F">
        <w:rPr>
          <w:rFonts w:ascii="Corbel" w:hAnsi="Corbel"/>
          <w:i w:val="1"/>
          <w:iCs w:val="1"/>
          <w:smallCaps w:val="1"/>
          <w:sz w:val="24"/>
          <w:szCs w:val="24"/>
        </w:rPr>
        <w:t>2022/</w:t>
      </w:r>
      <w:r w:rsidRPr="244289D4" w:rsidR="37D282C8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44289D4" w:rsidR="00E32E8F">
        <w:rPr>
          <w:rFonts w:ascii="Corbel" w:hAnsi="Corbel"/>
          <w:i w:val="1"/>
          <w:iCs w:val="1"/>
          <w:smallCaps w:val="1"/>
          <w:sz w:val="24"/>
          <w:szCs w:val="24"/>
        </w:rPr>
        <w:t>23-2023/</w:t>
      </w:r>
      <w:r w:rsidRPr="244289D4" w:rsidR="3997B10D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44289D4" w:rsidR="00E32E8F">
        <w:rPr>
          <w:rFonts w:ascii="Corbel" w:hAnsi="Corbel"/>
          <w:i w:val="1"/>
          <w:iCs w:val="1"/>
          <w:smallCaps w:val="1"/>
          <w:sz w:val="24"/>
          <w:szCs w:val="24"/>
        </w:rPr>
        <w:t>24</w:t>
      </w:r>
    </w:p>
    <w:p w:rsidR="0085747A" w:rsidP="00EA4832" w:rsidRDefault="00EA4832" w14:paraId="0EBD4654" w14:textId="734D624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44289D4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244289D4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44289D4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44289D4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E3FB047" w14:textId="66F181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E32E8F">
        <w:rPr>
          <w:rFonts w:ascii="Corbel" w:hAnsi="Corbel"/>
          <w:sz w:val="20"/>
          <w:szCs w:val="20"/>
        </w:rPr>
        <w:t>2022/</w:t>
      </w:r>
      <w:r w:rsidR="76D33CB1">
        <w:rPr>
          <w:rFonts w:ascii="Corbel" w:hAnsi="Corbel"/>
          <w:sz w:val="20"/>
          <w:szCs w:val="20"/>
        </w:rPr>
        <w:t>20</w:t>
      </w:r>
      <w:r w:rsidR="00E32E8F">
        <w:rPr>
          <w:rFonts w:ascii="Corbel" w:hAnsi="Corbel"/>
          <w:sz w:val="20"/>
          <w:szCs w:val="20"/>
        </w:rPr>
        <w:t>23</w:t>
      </w:r>
    </w:p>
    <w:p w:rsidRPr="009C54AE" w:rsidR="0085747A" w:rsidP="009C54AE" w:rsidRDefault="0085747A" w14:paraId="3C5A4A4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EDFEE9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44289D4" w14:paraId="44F9C7A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FCFFE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44289D4" w:rsidRDefault="00E32E8F" w14:paraId="096A1023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44289D4" w:rsidR="00E32E8F">
              <w:rPr>
                <w:rFonts w:ascii="Corbel" w:hAnsi="Corbel"/>
                <w:b w:val="1"/>
                <w:bCs w:val="1"/>
                <w:sz w:val="24"/>
                <w:szCs w:val="24"/>
              </w:rPr>
              <w:t>Patologie w administracji publicznej</w:t>
            </w:r>
          </w:p>
        </w:tc>
      </w:tr>
      <w:tr w:rsidRPr="009C54AE" w:rsidR="0085747A" w:rsidTr="244289D4" w14:paraId="19EA2D5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D6D7A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E32E8F" w:rsidRDefault="002673CD" w14:paraId="2BEF64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</w:t>
            </w:r>
            <w:r w:rsidR="00E32E8F">
              <w:rPr>
                <w:rFonts w:ascii="Corbel" w:hAnsi="Corbel"/>
                <w:b w:val="0"/>
                <w:sz w:val="24"/>
                <w:szCs w:val="24"/>
              </w:rPr>
              <w:t>42</w:t>
            </w:r>
          </w:p>
        </w:tc>
      </w:tr>
      <w:tr w:rsidRPr="009C54AE" w:rsidR="001814D1" w:rsidTr="244289D4" w14:paraId="5E5E9A4E" w14:textId="77777777">
        <w:tc>
          <w:tcPr>
            <w:tcW w:w="2694" w:type="dxa"/>
            <w:tcMar/>
            <w:vAlign w:val="center"/>
          </w:tcPr>
          <w:p w:rsidRPr="009C54AE" w:rsidR="001814D1" w:rsidP="001814D1" w:rsidRDefault="001814D1" w14:paraId="47DAF9A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1814D1" w:rsidP="244289D4" w:rsidRDefault="001814D1" w14:paraId="36A7CC8A" w14:textId="7E2A41D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44289D4" w:rsidR="001814D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1814D1" w:rsidTr="244289D4" w14:paraId="46E78D4E" w14:textId="77777777">
        <w:tc>
          <w:tcPr>
            <w:tcW w:w="2694" w:type="dxa"/>
            <w:tcMar/>
            <w:vAlign w:val="center"/>
          </w:tcPr>
          <w:p w:rsidRPr="009C54AE" w:rsidR="001814D1" w:rsidP="001814D1" w:rsidRDefault="001814D1" w14:paraId="6E5289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1814D1" w:rsidP="244289D4" w:rsidRDefault="001814D1" w14:paraId="6F7DC47B" w14:textId="1F014B5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44289D4" w:rsidR="1AD0DCA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244289D4" w:rsidR="001814D1">
              <w:rPr>
                <w:rFonts w:ascii="Corbel" w:hAnsi="Corbel"/>
                <w:b w:val="0"/>
                <w:bCs w:val="0"/>
                <w:sz w:val="24"/>
                <w:szCs w:val="24"/>
              </w:rPr>
              <w:t>Zakład Nauki o Administracji</w:t>
            </w:r>
          </w:p>
        </w:tc>
      </w:tr>
      <w:tr w:rsidRPr="009C54AE" w:rsidR="001814D1" w:rsidTr="244289D4" w14:paraId="4D79F187" w14:textId="77777777">
        <w:tc>
          <w:tcPr>
            <w:tcW w:w="2694" w:type="dxa"/>
            <w:tcMar/>
            <w:vAlign w:val="center"/>
          </w:tcPr>
          <w:p w:rsidRPr="009C54AE" w:rsidR="001814D1" w:rsidP="001814D1" w:rsidRDefault="001814D1" w14:paraId="3C24D5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1814D1" w:rsidP="001814D1" w:rsidRDefault="001814D1" w14:paraId="6C1DC776" w14:textId="2AD3D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1814D1" w:rsidTr="244289D4" w14:paraId="100DE0BB" w14:textId="77777777">
        <w:tc>
          <w:tcPr>
            <w:tcW w:w="2694" w:type="dxa"/>
            <w:tcMar/>
            <w:vAlign w:val="center"/>
          </w:tcPr>
          <w:p w:rsidRPr="009C54AE" w:rsidR="001814D1" w:rsidP="001814D1" w:rsidRDefault="001814D1" w14:paraId="5A33A5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1814D1" w:rsidP="001814D1" w:rsidRDefault="001814D1" w14:paraId="0A4EE758" w14:textId="4C1A8E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244289D4" w14:paraId="146DC56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F731D8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2673CD" w:rsidRDefault="002673CD" w14:paraId="7E40BB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244289D4" w14:paraId="4F7CB12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239DD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32E8F" w14:paraId="10FCDB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44289D4" w14:paraId="3ECFB97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DA543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44289D4" w:rsidRDefault="002673CD" w14:paraId="481DEB11" w14:textId="0879462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44289D4" w:rsidR="002673CD">
              <w:rPr>
                <w:rFonts w:ascii="Corbel" w:hAnsi="Corbel"/>
                <w:b w:val="0"/>
                <w:bCs w:val="0"/>
                <w:sz w:val="24"/>
                <w:szCs w:val="24"/>
              </w:rPr>
              <w:t>I /</w:t>
            </w:r>
            <w:r w:rsidRPr="244289D4" w:rsidR="3C3FAD9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II</w:t>
            </w:r>
          </w:p>
        </w:tc>
      </w:tr>
      <w:tr w:rsidRPr="009C54AE" w:rsidR="0085747A" w:rsidTr="244289D4" w14:paraId="788AF57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20B50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32E8F" w14:paraId="470A7D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244289D4" w14:paraId="1ECBCDB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5F734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2673CD" w14:paraId="77980A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244289D4" w14:paraId="491FBDC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B9FF6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2673CD" w:rsidRDefault="00251176" w14:paraId="12BF1F48" w14:textId="22495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  <w:tr w:rsidRPr="009C54AE" w:rsidR="00251176" w:rsidTr="244289D4" w14:paraId="727CA70E" w14:textId="77777777">
        <w:tc>
          <w:tcPr>
            <w:tcW w:w="2694" w:type="dxa"/>
            <w:tcMar/>
            <w:vAlign w:val="center"/>
          </w:tcPr>
          <w:p w:rsidRPr="009C54AE" w:rsidR="00251176" w:rsidP="00251176" w:rsidRDefault="00251176" w14:paraId="61C09D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251176" w:rsidP="244289D4" w:rsidRDefault="00251176" w14:paraId="3564AE3A" w14:textId="5CCEE6F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44289D4" w:rsidR="00251176">
              <w:rPr>
                <w:rFonts w:ascii="Corbel" w:hAnsi="Corbel"/>
                <w:b w:val="0"/>
                <w:bCs w:val="0"/>
                <w:sz w:val="24"/>
                <w:szCs w:val="24"/>
              </w:rPr>
              <w:t>dr Anna Łukaszuk</w:t>
            </w:r>
            <w:r w:rsidRPr="244289D4" w:rsidR="4EC559B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009C54AE" w:rsidRDefault="0085747A" w14:paraId="3321C8EF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226549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388D21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2EFB78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930"/>
        <w:gridCol w:w="665"/>
        <w:gridCol w:w="960"/>
        <w:gridCol w:w="795"/>
        <w:gridCol w:w="840"/>
        <w:gridCol w:w="641"/>
        <w:gridCol w:w="948"/>
        <w:gridCol w:w="1189"/>
        <w:gridCol w:w="1505"/>
      </w:tblGrid>
      <w:tr w:rsidRPr="009C54AE" w:rsidR="00015B8F" w:rsidTr="244289D4" w14:paraId="6A592ADB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315FCE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37611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37A1FF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F28BE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92EFB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A6D881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70A66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FC7A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4F7F01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6C15D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324EB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44289D4" w14:paraId="3C361422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251176" w14:paraId="79CE0020" w14:textId="7CF9A3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6EE7D3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EA5A8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442E1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4CC5B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ECF64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5600E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06D6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E6FCD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623C3E7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01AF243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4F4009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F02E9D" w14:paraId="1FC778E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F02E9D" w14:paraId="4275D37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D3D5F4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67C2C3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2673CD" w14:paraId="14B8E72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P="009C54AE" w:rsidRDefault="00E960BB" w14:paraId="1488FE1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6897FC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44289D4" w14:paraId="2A7DE36D" w14:textId="77777777">
        <w:tc>
          <w:tcPr>
            <w:tcW w:w="9670" w:type="dxa"/>
            <w:tcMar/>
          </w:tcPr>
          <w:p w:rsidRPr="009C54AE" w:rsidR="0085747A" w:rsidP="244289D4" w:rsidRDefault="002D24F5" w14:paraId="43F85FBE" w14:textId="3D9E90B1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44289D4" w:rsidR="087A244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244289D4" w:rsidR="02BB61B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244289D4" w:rsidR="087A244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3A8A998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2317E9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FD2C59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3F418F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66F6C9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69299C" w:rsidTr="244289D4" w14:paraId="1938A5EA" w14:textId="77777777">
        <w:tc>
          <w:tcPr>
            <w:tcW w:w="845" w:type="dxa"/>
            <w:tcMar/>
            <w:vAlign w:val="center"/>
          </w:tcPr>
          <w:p w:rsidRPr="009C54AE" w:rsidR="0069299C" w:rsidP="0069299C" w:rsidRDefault="0069299C" w14:paraId="3BA6A08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Mar/>
            <w:vAlign w:val="center"/>
          </w:tcPr>
          <w:p w:rsidRPr="009C54AE" w:rsidR="0069299C" w:rsidP="0069299C" w:rsidRDefault="0069299C" w14:paraId="0269E8B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 w:cs="Calibri"/>
                <w:b w:val="0"/>
                <w:i/>
                <w:szCs w:val="22"/>
              </w:rPr>
              <w:t xml:space="preserve">Student powinien uzyskać wiedzę </w:t>
            </w:r>
            <w:r>
              <w:rPr>
                <w:rFonts w:ascii="Corbel" w:hAnsi="Corbel" w:cs="Calibri"/>
                <w:b w:val="0"/>
                <w:i/>
                <w:szCs w:val="22"/>
              </w:rPr>
              <w:t>w</w:t>
            </w:r>
            <w:r w:rsidRPr="00B57D5E">
              <w:rPr>
                <w:rFonts w:ascii="Corbel" w:hAnsi="Corbel" w:cs="Calibri"/>
                <w:b w:val="0"/>
                <w:i/>
                <w:szCs w:val="22"/>
              </w:rPr>
              <w:t xml:space="preserve"> zakres</w:t>
            </w:r>
            <w:r>
              <w:rPr>
                <w:rFonts w:ascii="Corbel" w:hAnsi="Corbel" w:cs="Calibri"/>
                <w:b w:val="0"/>
                <w:i/>
                <w:szCs w:val="22"/>
              </w:rPr>
              <w:t>ie</w:t>
            </w:r>
            <w:r w:rsidRPr="00B57D5E">
              <w:rPr>
                <w:rFonts w:ascii="Corbel" w:hAnsi="Corbel" w:cs="Calibri"/>
                <w:b w:val="0"/>
                <w:i/>
                <w:szCs w:val="22"/>
              </w:rPr>
              <w:t xml:space="preserve"> </w:t>
            </w:r>
            <w:r>
              <w:rPr>
                <w:rFonts w:ascii="Corbel" w:hAnsi="Corbel" w:cs="Calibri"/>
                <w:b w:val="0"/>
                <w:i/>
                <w:szCs w:val="22"/>
              </w:rPr>
              <w:t xml:space="preserve">obowiązujących aktów normatywnych </w:t>
            </w:r>
            <w:r w:rsidRPr="00B57D5E">
              <w:rPr>
                <w:rFonts w:ascii="Corbel" w:hAnsi="Corbel" w:cs="Calibri"/>
                <w:b w:val="0"/>
                <w:i/>
                <w:szCs w:val="22"/>
              </w:rPr>
              <w:t xml:space="preserve">związanych z </w:t>
            </w:r>
            <w:r>
              <w:rPr>
                <w:rFonts w:ascii="Corbel" w:hAnsi="Corbel" w:cs="Calibri"/>
                <w:b w:val="0"/>
                <w:i/>
                <w:szCs w:val="22"/>
              </w:rPr>
              <w:t>przeciwdziałaniem patologiom w administracji publicznej</w:t>
            </w:r>
          </w:p>
        </w:tc>
      </w:tr>
      <w:tr w:rsidRPr="009C54AE" w:rsidR="0069299C" w:rsidTr="244289D4" w14:paraId="4B887343" w14:textId="77777777">
        <w:tc>
          <w:tcPr>
            <w:tcW w:w="845" w:type="dxa"/>
            <w:tcMar/>
            <w:vAlign w:val="center"/>
          </w:tcPr>
          <w:p w:rsidRPr="009C54AE" w:rsidR="0069299C" w:rsidP="0069299C" w:rsidRDefault="0069299C" w14:paraId="2D41D1A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Mar/>
            <w:vAlign w:val="center"/>
          </w:tcPr>
          <w:p w:rsidRPr="00B57D5E" w:rsidR="0069299C" w:rsidP="0069299C" w:rsidRDefault="0069299C" w14:paraId="5114F71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i/>
                <w:szCs w:val="22"/>
              </w:rPr>
            </w:pPr>
            <w:r w:rsidRPr="00B57D5E">
              <w:rPr>
                <w:rFonts w:ascii="Corbel" w:hAnsi="Corbel" w:cs="Calibri"/>
                <w:b w:val="0"/>
                <w:i/>
                <w:szCs w:val="22"/>
              </w:rPr>
              <w:t xml:space="preserve">Student powinien zapoznać się z charakterystyką i strukturą </w:t>
            </w:r>
            <w:r>
              <w:rPr>
                <w:rFonts w:ascii="Corbel" w:hAnsi="Corbel" w:cs="Calibri"/>
                <w:b w:val="0"/>
                <w:i/>
                <w:szCs w:val="22"/>
              </w:rPr>
              <w:t xml:space="preserve">organizacji i organów odpowiedzialnych za rozpoznawanie i zwalczanie patologii w </w:t>
            </w:r>
            <w:r w:rsidRPr="00B57D5E">
              <w:rPr>
                <w:rFonts w:ascii="Corbel" w:hAnsi="Corbel" w:cs="Calibri"/>
                <w:b w:val="0"/>
                <w:i/>
                <w:szCs w:val="22"/>
              </w:rPr>
              <w:t>administracji publicznej</w:t>
            </w:r>
          </w:p>
        </w:tc>
      </w:tr>
      <w:tr w:rsidRPr="009C54AE" w:rsidR="0069299C" w:rsidTr="244289D4" w14:paraId="305B4FAA" w14:textId="77777777">
        <w:tc>
          <w:tcPr>
            <w:tcW w:w="845" w:type="dxa"/>
            <w:tcMar/>
            <w:vAlign w:val="center"/>
          </w:tcPr>
          <w:p w:rsidRPr="009C54AE" w:rsidR="0069299C" w:rsidP="0069299C" w:rsidRDefault="0069299C" w14:paraId="4CBAAFA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Mar/>
            <w:vAlign w:val="center"/>
          </w:tcPr>
          <w:p w:rsidRPr="009C54AE" w:rsidR="0069299C" w:rsidP="0069299C" w:rsidRDefault="0069299C" w14:paraId="30F24DA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 w:eastAsia="Cambria" w:cs="Calibri"/>
                <w:b w:val="0"/>
                <w:i/>
              </w:rPr>
              <w:t xml:space="preserve">Student powinien poznać podstawowe zagadnienia z zakresu </w:t>
            </w:r>
            <w:r>
              <w:rPr>
                <w:rFonts w:ascii="Corbel" w:hAnsi="Corbel" w:eastAsia="Cambria" w:cs="Calibri"/>
                <w:b w:val="0"/>
                <w:i/>
              </w:rPr>
              <w:t>etyki służby publicznej i zawodu urzędniczego</w:t>
            </w:r>
          </w:p>
        </w:tc>
      </w:tr>
      <w:tr w:rsidRPr="009C54AE" w:rsidR="0069299C" w:rsidTr="244289D4" w14:paraId="4CBFF1A4" w14:textId="77777777">
        <w:tc>
          <w:tcPr>
            <w:tcW w:w="845" w:type="dxa"/>
            <w:tcMar/>
            <w:vAlign w:val="center"/>
          </w:tcPr>
          <w:p w:rsidRPr="009C54AE" w:rsidR="0069299C" w:rsidP="0069299C" w:rsidRDefault="0069299C" w14:paraId="3A0C0B6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Mar/>
            <w:vAlign w:val="center"/>
          </w:tcPr>
          <w:p w:rsidRPr="009C54AE" w:rsidR="0069299C" w:rsidP="0069299C" w:rsidRDefault="0069299C" w14:paraId="7B1DE4F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 w:eastAsia="Cambria" w:cs="Calibri"/>
                <w:b w:val="0"/>
                <w:i/>
                <w:szCs w:val="22"/>
              </w:rPr>
              <w:t>Student powinien umieć zastosować pozyskaną wiedzę w praktyce</w:t>
            </w:r>
          </w:p>
        </w:tc>
      </w:tr>
    </w:tbl>
    <w:p w:rsidRPr="009C54AE" w:rsidR="0085747A" w:rsidP="009C54AE" w:rsidRDefault="0085747A" w14:paraId="7AA5F81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C2B908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E55575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244289D4" w14:paraId="7E36DF25" w14:textId="77777777">
        <w:tc>
          <w:tcPr>
            <w:tcW w:w="1681" w:type="dxa"/>
            <w:tcMar/>
            <w:vAlign w:val="center"/>
          </w:tcPr>
          <w:p w:rsidRPr="009C54AE" w:rsidR="0085747A" w:rsidP="244289D4" w:rsidRDefault="0085747A" w14:paraId="6B04E146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0085747A">
              <w:rPr>
                <w:rFonts w:ascii="Corbel" w:hAnsi="Corbel" w:eastAsia="Corbel" w:cs="Corbel"/>
                <w:caps w:val="0"/>
                <w:smallCaps w:val="0"/>
                <w:sz w:val="22"/>
                <w:szCs w:val="22"/>
              </w:rPr>
              <w:t>EK</w:t>
            </w:r>
            <w:r w:rsidRPr="244289D4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(</w:t>
            </w:r>
            <w:r w:rsidRPr="244289D4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efekt uczenia się</w:t>
            </w:r>
            <w:r w:rsidRPr="244289D4" w:rsidR="2011340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244289D4" w:rsidRDefault="0085747A" w14:paraId="35432282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Treść efektu </w:t>
            </w:r>
            <w:r w:rsidRPr="244289D4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uczenia się </w:t>
            </w:r>
            <w:r w:rsidRPr="244289D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244289D4" w:rsidRDefault="0085747A" w14:paraId="6B8F943D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244289D4" w:rsidR="0030395F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Pr="009C54AE" w:rsidR="0085747A" w:rsidTr="244289D4" w14:paraId="73C45D20" w14:textId="77777777">
        <w:tc>
          <w:tcPr>
            <w:tcW w:w="1681" w:type="dxa"/>
            <w:tcMar/>
          </w:tcPr>
          <w:p w:rsidRPr="009C54AE" w:rsidR="0085747A" w:rsidP="244289D4" w:rsidRDefault="0085747A" w14:paraId="1A1B795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44289D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_01</w:t>
            </w:r>
          </w:p>
        </w:tc>
        <w:tc>
          <w:tcPr>
            <w:tcW w:w="5974" w:type="dxa"/>
            <w:tcMar/>
          </w:tcPr>
          <w:p w:rsidRPr="002D24F5" w:rsidR="0085747A" w:rsidP="244289D4" w:rsidRDefault="004518DF" w14:paraId="2B0BC66B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66D5C44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zaawansowaną wiedzę ogólną w obszarze nauk społecznych z zakresu prawa i administracji oraz uporządkowaną i podbudowaną teoretycznie wiedzę obejmującą kluczowe zagadnienia, ekonomiczne, polityczne oraz socjologiczne</w:t>
            </w:r>
          </w:p>
        </w:tc>
        <w:tc>
          <w:tcPr>
            <w:tcW w:w="1865" w:type="dxa"/>
            <w:tcMar/>
          </w:tcPr>
          <w:p w:rsidRPr="009C54AE" w:rsidR="0085747A" w:rsidP="244289D4" w:rsidRDefault="004518DF" w14:paraId="7DC7C458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66D5C441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K_W01</w:t>
            </w:r>
          </w:p>
        </w:tc>
      </w:tr>
      <w:tr w:rsidRPr="009C54AE" w:rsidR="0085747A" w:rsidTr="244289D4" w14:paraId="65FB7007" w14:textId="77777777">
        <w:tc>
          <w:tcPr>
            <w:tcW w:w="1681" w:type="dxa"/>
            <w:tcMar/>
          </w:tcPr>
          <w:p w:rsidRPr="009C54AE" w:rsidR="0085747A" w:rsidP="244289D4" w:rsidRDefault="0085747A" w14:paraId="4F3589E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4" w:type="dxa"/>
            <w:tcMar/>
          </w:tcPr>
          <w:p w:rsidRPr="002D24F5" w:rsidR="0085747A" w:rsidP="244289D4" w:rsidRDefault="00F16E5A" w14:paraId="53F7ADA5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</w:t>
            </w:r>
          </w:p>
        </w:tc>
        <w:tc>
          <w:tcPr>
            <w:tcW w:w="1865" w:type="dxa"/>
            <w:tcMar/>
          </w:tcPr>
          <w:p w:rsidRPr="009C54AE" w:rsidR="0085747A" w:rsidP="244289D4" w:rsidRDefault="004518DF" w14:paraId="5FCD6729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66D5C441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K_W02</w:t>
            </w:r>
          </w:p>
        </w:tc>
      </w:tr>
      <w:tr w:rsidRPr="009C54AE" w:rsidR="004518DF" w:rsidTr="244289D4" w14:paraId="6C69D00C" w14:textId="77777777">
        <w:tc>
          <w:tcPr>
            <w:tcW w:w="1681" w:type="dxa"/>
            <w:tcMar/>
          </w:tcPr>
          <w:p w:rsidRPr="009C54AE" w:rsidR="004518DF" w:rsidP="244289D4" w:rsidRDefault="00F16E5A" w14:paraId="7A05981A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4" w:type="dxa"/>
            <w:tcMar/>
          </w:tcPr>
          <w:p w:rsidRPr="002D24F5" w:rsidR="004518DF" w:rsidP="244289D4" w:rsidRDefault="00F16E5A" w14:paraId="43A91C4D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Dysponuje pogłębioną wiedzą o relacjach między organami administracji publicznej oraz relacjach między nimi a jednostką i instytucjami społecznymi w odniesieniu do wybranych struktur i instytucji społecznych</w:t>
            </w:r>
          </w:p>
        </w:tc>
        <w:tc>
          <w:tcPr>
            <w:tcW w:w="1865" w:type="dxa"/>
            <w:tcMar/>
          </w:tcPr>
          <w:p w:rsidR="004518DF" w:rsidP="244289D4" w:rsidRDefault="004518DF" w14:paraId="49AF7D61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244289D4" w:rsidR="66D5C441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K_W03</w:t>
            </w:r>
          </w:p>
        </w:tc>
      </w:tr>
      <w:tr w:rsidRPr="009C54AE" w:rsidR="004518DF" w:rsidTr="244289D4" w14:paraId="6DE2F779" w14:textId="77777777">
        <w:tc>
          <w:tcPr>
            <w:tcW w:w="1681" w:type="dxa"/>
            <w:tcMar/>
          </w:tcPr>
          <w:p w:rsidRPr="009C54AE" w:rsidR="004518DF" w:rsidP="244289D4" w:rsidRDefault="00F16E5A" w14:paraId="325F4616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4" w:type="dxa"/>
            <w:tcMar/>
          </w:tcPr>
          <w:p w:rsidRPr="002D24F5" w:rsidR="004518DF" w:rsidP="244289D4" w:rsidRDefault="00F16E5A" w14:paraId="0C1078DC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865" w:type="dxa"/>
            <w:tcMar/>
          </w:tcPr>
          <w:p w:rsidR="004518DF" w:rsidP="244289D4" w:rsidRDefault="004518DF" w14:paraId="6EF9529B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244289D4" w:rsidR="66D5C441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K_W04</w:t>
            </w:r>
          </w:p>
        </w:tc>
      </w:tr>
      <w:tr w:rsidRPr="009C54AE" w:rsidR="004518DF" w:rsidTr="244289D4" w14:paraId="379C0A89" w14:textId="77777777">
        <w:tc>
          <w:tcPr>
            <w:tcW w:w="1681" w:type="dxa"/>
            <w:tcMar/>
          </w:tcPr>
          <w:p w:rsidRPr="009C54AE" w:rsidR="004518DF" w:rsidP="244289D4" w:rsidRDefault="00F16E5A" w14:paraId="373CBDD7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4" w:type="dxa"/>
            <w:tcMar/>
          </w:tcPr>
          <w:p w:rsidRPr="002D24F5" w:rsidR="004518DF" w:rsidP="244289D4" w:rsidRDefault="00F16E5A" w14:paraId="304BB5B3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Potrafi prawidłowo identyfikować i interpretować zjawiska prawne i inne zachodzące w administracji oraz ich wzajemne relacje z wykorzystaniem wiedzy w zakresie nauk administracyjnych</w:t>
            </w:r>
          </w:p>
        </w:tc>
        <w:tc>
          <w:tcPr>
            <w:tcW w:w="1865" w:type="dxa"/>
            <w:tcMar/>
          </w:tcPr>
          <w:p w:rsidR="004518DF" w:rsidP="244289D4" w:rsidRDefault="004518DF" w14:paraId="638670A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244289D4" w:rsidR="66D5C441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K_U01</w:t>
            </w:r>
          </w:p>
        </w:tc>
      </w:tr>
      <w:tr w:rsidRPr="009C54AE" w:rsidR="004518DF" w:rsidTr="244289D4" w14:paraId="3B2D3EF0" w14:textId="77777777">
        <w:tc>
          <w:tcPr>
            <w:tcW w:w="1681" w:type="dxa"/>
            <w:tcMar/>
          </w:tcPr>
          <w:p w:rsidRPr="009C54AE" w:rsidR="004518DF" w:rsidP="244289D4" w:rsidRDefault="00F16E5A" w14:paraId="784D0421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5974" w:type="dxa"/>
            <w:tcMar/>
          </w:tcPr>
          <w:p w:rsidRPr="002D24F5" w:rsidR="004518DF" w:rsidP="244289D4" w:rsidRDefault="00F16E5A" w14:paraId="3DA46870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</w:t>
            </w:r>
          </w:p>
        </w:tc>
        <w:tc>
          <w:tcPr>
            <w:tcW w:w="1865" w:type="dxa"/>
            <w:tcMar/>
          </w:tcPr>
          <w:p w:rsidR="004518DF" w:rsidP="244289D4" w:rsidRDefault="004518DF" w14:paraId="674773AA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244289D4" w:rsidR="66D5C441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K_U02</w:t>
            </w:r>
          </w:p>
        </w:tc>
      </w:tr>
      <w:tr w:rsidRPr="009C54AE" w:rsidR="004518DF" w:rsidTr="244289D4" w14:paraId="1C329A93" w14:textId="77777777">
        <w:tc>
          <w:tcPr>
            <w:tcW w:w="1681" w:type="dxa"/>
            <w:tcMar/>
          </w:tcPr>
          <w:p w:rsidRPr="009C54AE" w:rsidR="004518DF" w:rsidP="244289D4" w:rsidRDefault="00F16E5A" w14:paraId="51D45288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5974" w:type="dxa"/>
            <w:tcMar/>
          </w:tcPr>
          <w:p w:rsidRPr="002D24F5" w:rsidR="004518DF" w:rsidP="244289D4" w:rsidRDefault="00F16E5A" w14:paraId="596F00F9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</w:t>
            </w:r>
          </w:p>
        </w:tc>
        <w:tc>
          <w:tcPr>
            <w:tcW w:w="1865" w:type="dxa"/>
            <w:tcMar/>
          </w:tcPr>
          <w:p w:rsidR="004518DF" w:rsidP="244289D4" w:rsidRDefault="004518DF" w14:paraId="12853AEF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244289D4" w:rsidR="66D5C441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K_U04</w:t>
            </w:r>
          </w:p>
        </w:tc>
      </w:tr>
      <w:tr w:rsidRPr="009C54AE" w:rsidR="004518DF" w:rsidTr="244289D4" w14:paraId="2209F299" w14:textId="77777777">
        <w:tc>
          <w:tcPr>
            <w:tcW w:w="1681" w:type="dxa"/>
            <w:tcMar/>
          </w:tcPr>
          <w:p w:rsidRPr="009C54AE" w:rsidR="004518DF" w:rsidP="244289D4" w:rsidRDefault="00F16E5A" w14:paraId="5C60B246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5974" w:type="dxa"/>
            <w:tcMar/>
          </w:tcPr>
          <w:p w:rsidRPr="002D24F5" w:rsidR="004518DF" w:rsidP="244289D4" w:rsidRDefault="00F16E5A" w14:paraId="04A3FC1A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statystycznych;</w:t>
            </w:r>
          </w:p>
        </w:tc>
        <w:tc>
          <w:tcPr>
            <w:tcW w:w="1865" w:type="dxa"/>
            <w:tcMar/>
          </w:tcPr>
          <w:p w:rsidR="004518DF" w:rsidP="244289D4" w:rsidRDefault="004518DF" w14:paraId="220B2EAA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244289D4" w:rsidR="66D5C441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K_U07</w:t>
            </w:r>
          </w:p>
        </w:tc>
      </w:tr>
      <w:tr w:rsidRPr="009C54AE" w:rsidR="004518DF" w:rsidTr="244289D4" w14:paraId="59262D11" w14:textId="77777777">
        <w:tc>
          <w:tcPr>
            <w:tcW w:w="1681" w:type="dxa"/>
            <w:tcMar/>
          </w:tcPr>
          <w:p w:rsidRPr="009C54AE" w:rsidR="004518DF" w:rsidP="244289D4" w:rsidRDefault="00F16E5A" w14:paraId="72AC8BF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5974" w:type="dxa"/>
            <w:tcMar/>
          </w:tcPr>
          <w:p w:rsidRPr="002D24F5" w:rsidR="004518DF" w:rsidP="244289D4" w:rsidRDefault="00F16E5A" w14:paraId="60820E91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Jest zdolny do samodzielnego rozwiazywania podstawowych problemów administracyjnych, prawnych i etycznych związanych z funkcjonowaniem struktur publicznych i niepublicznych;</w:t>
            </w:r>
          </w:p>
        </w:tc>
        <w:tc>
          <w:tcPr>
            <w:tcW w:w="1865" w:type="dxa"/>
            <w:tcMar/>
          </w:tcPr>
          <w:p w:rsidR="004518DF" w:rsidP="244289D4" w:rsidRDefault="004518DF" w14:paraId="7875C57C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244289D4" w:rsidR="66D5C441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K_K02</w:t>
            </w:r>
          </w:p>
        </w:tc>
      </w:tr>
      <w:tr w:rsidRPr="009C54AE" w:rsidR="004518DF" w:rsidTr="244289D4" w14:paraId="0BA27803" w14:textId="77777777">
        <w:tc>
          <w:tcPr>
            <w:tcW w:w="1681" w:type="dxa"/>
            <w:tcMar/>
          </w:tcPr>
          <w:p w:rsidRPr="009C54AE" w:rsidR="004518DF" w:rsidP="244289D4" w:rsidRDefault="00F16E5A" w14:paraId="289BCB4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5974" w:type="dxa"/>
            <w:tcMar/>
          </w:tcPr>
          <w:p w:rsidRPr="002D24F5" w:rsidR="004518DF" w:rsidP="244289D4" w:rsidRDefault="00F16E5A" w14:paraId="7BD338EA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Uczestniczy w przygotowaniu projektów, z uwzględnieniem wiedzy i umiejętności zdobytych w trakcie studiów oraz jest gotowy działać na rzecz społeczeństwa, w tym w instytucjach publicznych i niepublicznych</w:t>
            </w:r>
          </w:p>
        </w:tc>
        <w:tc>
          <w:tcPr>
            <w:tcW w:w="1865" w:type="dxa"/>
            <w:tcMar/>
          </w:tcPr>
          <w:p w:rsidR="004518DF" w:rsidP="244289D4" w:rsidRDefault="004518DF" w14:paraId="713B5115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244289D4" w:rsidR="66D5C441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K_K03</w:t>
            </w:r>
          </w:p>
        </w:tc>
      </w:tr>
      <w:tr w:rsidRPr="009C54AE" w:rsidR="0085747A" w:rsidTr="244289D4" w14:paraId="04A103C6" w14:textId="77777777">
        <w:tc>
          <w:tcPr>
            <w:tcW w:w="1681" w:type="dxa"/>
            <w:tcMar/>
          </w:tcPr>
          <w:p w:rsidRPr="009C54AE" w:rsidR="0085747A" w:rsidP="244289D4" w:rsidRDefault="00F16E5A" w14:paraId="72E2B56C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5974" w:type="dxa"/>
            <w:tcMar/>
          </w:tcPr>
          <w:p w:rsidRPr="002D24F5" w:rsidR="0085747A" w:rsidP="244289D4" w:rsidRDefault="00F16E5A" w14:paraId="7E56E21F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285F451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Ma świadomość doniosłości zachowania się w sposób profesjonalny i etyczny, identyfikuje i rozwiązuje dylematy moralne związane ze stosowaniem prawa</w:t>
            </w:r>
          </w:p>
        </w:tc>
        <w:tc>
          <w:tcPr>
            <w:tcW w:w="1865" w:type="dxa"/>
            <w:tcMar/>
          </w:tcPr>
          <w:p w:rsidRPr="009C54AE" w:rsidR="0085747A" w:rsidP="244289D4" w:rsidRDefault="004518DF" w14:paraId="662DC30F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44289D4" w:rsidR="66D5C441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K_K06</w:t>
            </w:r>
          </w:p>
        </w:tc>
      </w:tr>
    </w:tbl>
    <w:p w:rsidR="244289D4" w:rsidP="244289D4" w:rsidRDefault="244289D4" w14:paraId="0A1EACEA" w14:textId="2B668825">
      <w:pPr>
        <w:pStyle w:val="Akapitzlist"/>
        <w:spacing w:line="240" w:lineRule="auto"/>
        <w:ind w:left="426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Pr="009C54AE" w:rsidR="0085747A" w:rsidP="009C54AE" w:rsidRDefault="00675843" w14:paraId="301A76E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251648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44289D4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44289D4" w14:paraId="7AF8CC2D" w14:textId="77777777">
        <w:tc>
          <w:tcPr>
            <w:tcW w:w="9520" w:type="dxa"/>
            <w:tcMar/>
          </w:tcPr>
          <w:p w:rsidRPr="009C54AE" w:rsidR="0085747A" w:rsidP="244289D4" w:rsidRDefault="0085747A" w14:paraId="0200FD0F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244289D4" w:rsidR="008574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69299C" w:rsidTr="244289D4" w14:paraId="50DE9FB1" w14:textId="77777777">
        <w:tc>
          <w:tcPr>
            <w:tcW w:w="9520" w:type="dxa"/>
            <w:tcMar/>
          </w:tcPr>
          <w:p w:rsidRPr="009C54AE" w:rsidR="0069299C" w:rsidP="244289D4" w:rsidRDefault="0069299C" w14:paraId="35BDE3F3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244289D4" w:rsidR="4EEF3E9A">
              <w:rPr>
                <w:rFonts w:ascii="Corbel" w:hAnsi="Corbel"/>
                <w:sz w:val="24"/>
                <w:szCs w:val="24"/>
              </w:rPr>
              <w:t>Pojęcie patologii -  patologia społeczna i polityczna. Obszary zjawisk patologicznych</w:t>
            </w:r>
            <w:r w:rsidRPr="244289D4" w:rsidR="4F56CE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69299C" w:rsidTr="244289D4" w14:paraId="4D913972" w14:textId="77777777">
        <w:tc>
          <w:tcPr>
            <w:tcW w:w="9520" w:type="dxa"/>
            <w:tcMar/>
          </w:tcPr>
          <w:p w:rsidRPr="009C54AE" w:rsidR="0069299C" w:rsidP="244289D4" w:rsidRDefault="0069299C" w14:paraId="07A12EE8" w14:textId="77777777" w14:noSpellErr="1">
            <w:pPr>
              <w:pStyle w:val="Akapitzlist"/>
              <w:spacing w:after="0" w:line="240" w:lineRule="auto"/>
              <w:ind w:left="18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244289D4" w:rsidR="4EEF3E9A">
              <w:rPr>
                <w:rFonts w:ascii="Corbel" w:hAnsi="Corbel"/>
                <w:sz w:val="24"/>
                <w:szCs w:val="24"/>
              </w:rPr>
              <w:t>Korupcja – rys historyczny badań i definicje korupcji. Pojęcia pokrewne. Przyczyny i obszary korupcji w życiu publicznym.</w:t>
            </w:r>
          </w:p>
        </w:tc>
      </w:tr>
      <w:tr w:rsidRPr="009C54AE" w:rsidR="0069299C" w:rsidTr="244289D4" w14:paraId="0C403B24" w14:textId="77777777">
        <w:tc>
          <w:tcPr>
            <w:tcW w:w="9520" w:type="dxa"/>
            <w:tcMar/>
          </w:tcPr>
          <w:p w:rsidRPr="009C54AE" w:rsidR="0069299C" w:rsidP="244289D4" w:rsidRDefault="0069299C" w14:paraId="5755A8F9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244289D4" w:rsidR="4EEF3E9A">
              <w:rPr>
                <w:rFonts w:ascii="Corbel" w:hAnsi="Corbel"/>
                <w:sz w:val="24"/>
                <w:szCs w:val="24"/>
              </w:rPr>
              <w:t>Korupcja – regulacje prawne - źródła prawa międzynarodowego i europejskiego</w:t>
            </w:r>
          </w:p>
        </w:tc>
      </w:tr>
      <w:tr w:rsidRPr="009C54AE" w:rsidR="0069299C" w:rsidTr="244289D4" w14:paraId="3086F5A5" w14:textId="77777777">
        <w:tc>
          <w:tcPr>
            <w:tcW w:w="9520" w:type="dxa"/>
            <w:tcMar/>
          </w:tcPr>
          <w:p w:rsidR="0069299C" w:rsidP="244289D4" w:rsidRDefault="0069299C" w14:paraId="17299006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244289D4" w:rsidR="4EEF3E9A">
              <w:rPr>
                <w:rFonts w:ascii="Corbel" w:hAnsi="Corbel"/>
                <w:sz w:val="24"/>
                <w:szCs w:val="24"/>
              </w:rPr>
              <w:t>Korupcja – regulacje krajowe – akty normatywne w zakresie przeciwdziałania korupcji</w:t>
            </w:r>
          </w:p>
        </w:tc>
      </w:tr>
      <w:tr w:rsidRPr="009C54AE" w:rsidR="0069299C" w:rsidTr="244289D4" w14:paraId="129D384A" w14:textId="77777777">
        <w:tc>
          <w:tcPr>
            <w:tcW w:w="9520" w:type="dxa"/>
            <w:tcMar/>
          </w:tcPr>
          <w:p w:rsidR="0069299C" w:rsidP="244289D4" w:rsidRDefault="0069299C" w14:paraId="448A8F03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244289D4" w:rsidR="4EEF3E9A">
              <w:rPr>
                <w:rFonts w:ascii="Corbel" w:hAnsi="Corbel"/>
                <w:sz w:val="24"/>
                <w:szCs w:val="24"/>
              </w:rPr>
              <w:t>Struktura i zadani</w:t>
            </w:r>
            <w:r w:rsidRPr="244289D4" w:rsidR="4F56CE6A">
              <w:rPr>
                <w:rFonts w:ascii="Corbel" w:hAnsi="Corbel"/>
                <w:sz w:val="24"/>
                <w:szCs w:val="24"/>
              </w:rPr>
              <w:t>a</w:t>
            </w:r>
            <w:r w:rsidRPr="244289D4" w:rsidR="4EEF3E9A">
              <w:rPr>
                <w:rFonts w:ascii="Corbel" w:hAnsi="Corbel"/>
                <w:sz w:val="24"/>
                <w:szCs w:val="24"/>
              </w:rPr>
              <w:t xml:space="preserve"> organów zwalczania korupcji w Polsce</w:t>
            </w:r>
          </w:p>
        </w:tc>
      </w:tr>
      <w:tr w:rsidRPr="009C54AE" w:rsidR="0069299C" w:rsidTr="244289D4" w14:paraId="740243E4" w14:textId="77777777">
        <w:tc>
          <w:tcPr>
            <w:tcW w:w="9520" w:type="dxa"/>
            <w:tcMar/>
          </w:tcPr>
          <w:p w:rsidR="0069299C" w:rsidP="244289D4" w:rsidRDefault="0069299C" w14:paraId="34852C53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244289D4" w:rsidR="4EEF3E9A">
              <w:rPr>
                <w:rFonts w:ascii="Corbel" w:hAnsi="Corbel"/>
                <w:sz w:val="24"/>
                <w:szCs w:val="24"/>
              </w:rPr>
              <w:t>Obszary korupcji w administracji publicznej w Polsce</w:t>
            </w:r>
          </w:p>
        </w:tc>
      </w:tr>
      <w:tr w:rsidRPr="009C54AE" w:rsidR="0069299C" w:rsidTr="244289D4" w14:paraId="38187284" w14:textId="77777777">
        <w:tc>
          <w:tcPr>
            <w:tcW w:w="9520" w:type="dxa"/>
            <w:tcMar/>
          </w:tcPr>
          <w:p w:rsidR="0069299C" w:rsidP="244289D4" w:rsidRDefault="0069299C" w14:paraId="15F37692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244289D4" w:rsidR="4EEF3E9A">
              <w:rPr>
                <w:rFonts w:ascii="Corbel" w:hAnsi="Corbel"/>
                <w:sz w:val="24"/>
                <w:szCs w:val="24"/>
              </w:rPr>
              <w:t>Korupcja urzędnicza i inne patologie w administracji publicznej</w:t>
            </w:r>
          </w:p>
        </w:tc>
      </w:tr>
      <w:tr w:rsidRPr="009C54AE" w:rsidR="0069299C" w:rsidTr="244289D4" w14:paraId="720DEA83" w14:textId="77777777">
        <w:tc>
          <w:tcPr>
            <w:tcW w:w="9520" w:type="dxa"/>
            <w:tcMar/>
          </w:tcPr>
          <w:p w:rsidR="0069299C" w:rsidP="244289D4" w:rsidRDefault="0069299C" w14:paraId="1CEE03A1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244289D4" w:rsidR="4EEF3E9A">
              <w:rPr>
                <w:rFonts w:ascii="Corbel" w:hAnsi="Corbel"/>
                <w:sz w:val="24"/>
                <w:szCs w:val="24"/>
              </w:rPr>
              <w:t>Znaczenie norm etycznych w przeciwdziałaniu zjawiskom patologicznym</w:t>
            </w:r>
          </w:p>
        </w:tc>
      </w:tr>
    </w:tbl>
    <w:p w:rsidRPr="009C54AE" w:rsidR="0085747A" w:rsidP="009C54AE" w:rsidRDefault="0085747A" w14:paraId="1AEA982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4DCE87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9CEE93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44289D4" w14:paraId="65484E3B" w14:textId="77777777">
        <w:tc>
          <w:tcPr>
            <w:tcW w:w="9520" w:type="dxa"/>
            <w:tcMar/>
          </w:tcPr>
          <w:p w:rsidRPr="009C54AE" w:rsidR="0085747A" w:rsidP="009C54AE" w:rsidRDefault="0085747A" w14:paraId="31D5772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Pr="009C54AE" w:rsidR="005739C9" w:rsidTr="244289D4" w14:paraId="48B89F21" w14:textId="77777777">
        <w:tc>
          <w:tcPr>
            <w:tcW w:w="9520" w:type="dxa"/>
            <w:tcMar/>
          </w:tcPr>
          <w:p w:rsidRPr="009C54AE" w:rsidR="005739C9" w:rsidP="005739C9" w:rsidRDefault="005739C9" w14:paraId="21EE2971" w14:textId="653B3E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44289D4" w:rsidR="7E179688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6DBD8E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C22EC6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2D509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P="009C54AE" w:rsidRDefault="00153C41" w14:paraId="41CB4626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:rsidR="00E960BB" w:rsidP="009C54AE" w:rsidRDefault="00E960BB" w14:paraId="2E4EE48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3A17C1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522338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C20A71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BB6719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735E83D6" w14:paraId="3912C201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0130D1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48DF0A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F9286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232D45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ABF54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735E83D6" w14:paraId="33C91207" w14:textId="77777777">
        <w:tc>
          <w:tcPr>
            <w:tcW w:w="1985" w:type="dxa"/>
            <w:tcMar/>
          </w:tcPr>
          <w:p w:rsidRPr="002B3276" w:rsidR="0085747A" w:rsidP="009C54AE" w:rsidRDefault="0085747A" w14:paraId="1FA96F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B327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B327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2B3276" w:rsidR="0085747A" w:rsidP="735E83D6" w:rsidRDefault="002B3276" w14:paraId="422CA0CC" w14:textId="05A75BA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35E83D6" w:rsidR="002B3276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26" w:type="dxa"/>
            <w:tcMar/>
          </w:tcPr>
          <w:p w:rsidRPr="009C54AE" w:rsidR="0085747A" w:rsidP="009C54AE" w:rsidRDefault="002B3276" w14:paraId="452191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85747A" w:rsidTr="735E83D6" w14:paraId="55EB0183" w14:textId="77777777">
        <w:tc>
          <w:tcPr>
            <w:tcW w:w="1985" w:type="dxa"/>
            <w:tcMar/>
          </w:tcPr>
          <w:p w:rsidRPr="009C54AE" w:rsidR="0085747A" w:rsidP="009C54AE" w:rsidRDefault="0085747A" w14:paraId="43C560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9C54AE" w:rsidR="0085747A" w:rsidP="735E83D6" w:rsidRDefault="002B3276" w14:paraId="06056D57" w14:textId="30B4FD1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35E83D6" w:rsidR="002B3276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26" w:type="dxa"/>
            <w:tcMar/>
          </w:tcPr>
          <w:p w:rsidRPr="009C54AE" w:rsidR="0085747A" w:rsidP="009C54AE" w:rsidRDefault="002B3276" w14:paraId="194061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2D24F5" w:rsidTr="735E83D6" w14:paraId="19870F22" w14:textId="77777777">
        <w:tc>
          <w:tcPr>
            <w:tcW w:w="1985" w:type="dxa"/>
            <w:tcMar/>
          </w:tcPr>
          <w:p w:rsidRPr="009C54AE" w:rsidR="002D24F5" w:rsidP="009C54AE" w:rsidRDefault="002D24F5" w14:paraId="33A5ED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Mar/>
          </w:tcPr>
          <w:p w:rsidRPr="009C54AE" w:rsidR="002D24F5" w:rsidP="735E83D6" w:rsidRDefault="002B3276" w14:paraId="7F9A4108" w14:textId="760C4FC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35E83D6" w:rsidR="002B3276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26" w:type="dxa"/>
            <w:tcMar/>
          </w:tcPr>
          <w:p w:rsidRPr="009C54AE" w:rsidR="002D24F5" w:rsidP="009C54AE" w:rsidRDefault="002B3276" w14:paraId="5BBDC0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2D24F5" w:rsidTr="735E83D6" w14:paraId="13ABE98B" w14:textId="77777777">
        <w:tc>
          <w:tcPr>
            <w:tcW w:w="1985" w:type="dxa"/>
            <w:tcMar/>
          </w:tcPr>
          <w:p w:rsidRPr="009C54AE" w:rsidR="002D24F5" w:rsidP="009C54AE" w:rsidRDefault="002D24F5" w14:paraId="6D5C57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Mar/>
          </w:tcPr>
          <w:p w:rsidRPr="009C54AE" w:rsidR="002D24F5" w:rsidP="735E83D6" w:rsidRDefault="002B3276" w14:paraId="0AA6115E" w14:textId="74BB77A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35E83D6" w:rsidR="002B3276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26" w:type="dxa"/>
            <w:tcMar/>
          </w:tcPr>
          <w:p w:rsidRPr="009C54AE" w:rsidR="002D24F5" w:rsidP="009C54AE" w:rsidRDefault="002B3276" w14:paraId="1FF4F6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2D24F5" w:rsidTr="735E83D6" w14:paraId="29CE4CF2" w14:textId="77777777">
        <w:tc>
          <w:tcPr>
            <w:tcW w:w="1985" w:type="dxa"/>
            <w:tcMar/>
          </w:tcPr>
          <w:p w:rsidRPr="009C54AE" w:rsidR="002D24F5" w:rsidP="009C54AE" w:rsidRDefault="002D24F5" w14:paraId="452B24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Mar/>
          </w:tcPr>
          <w:p w:rsidRPr="009C54AE" w:rsidR="002D24F5" w:rsidP="735E83D6" w:rsidRDefault="002B3276" w14:paraId="231BAD22" w14:textId="682A66B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35E83D6" w:rsidR="002B3276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26" w:type="dxa"/>
            <w:tcMar/>
          </w:tcPr>
          <w:p w:rsidRPr="009C54AE" w:rsidR="002D24F5" w:rsidP="009C54AE" w:rsidRDefault="002B3276" w14:paraId="77CDB6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2D24F5" w:rsidTr="735E83D6" w14:paraId="33C159C1" w14:textId="77777777">
        <w:tc>
          <w:tcPr>
            <w:tcW w:w="1985" w:type="dxa"/>
            <w:tcMar/>
          </w:tcPr>
          <w:p w:rsidRPr="009C54AE" w:rsidR="002D24F5" w:rsidP="009C54AE" w:rsidRDefault="002D24F5" w14:paraId="6A6A9E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Mar/>
          </w:tcPr>
          <w:p w:rsidRPr="009C54AE" w:rsidR="002D24F5" w:rsidP="735E83D6" w:rsidRDefault="002B3276" w14:paraId="17432261" w14:textId="3A39F03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35E83D6" w:rsidR="002B3276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26" w:type="dxa"/>
            <w:tcMar/>
          </w:tcPr>
          <w:p w:rsidRPr="009C54AE" w:rsidR="002D24F5" w:rsidP="009C54AE" w:rsidRDefault="002B3276" w14:paraId="058AAA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2D24F5" w:rsidTr="735E83D6" w14:paraId="66FB659C" w14:textId="77777777">
        <w:tc>
          <w:tcPr>
            <w:tcW w:w="1985" w:type="dxa"/>
            <w:tcMar/>
          </w:tcPr>
          <w:p w:rsidRPr="009C54AE" w:rsidR="002D24F5" w:rsidP="009C54AE" w:rsidRDefault="002D24F5" w14:paraId="1B9D04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Mar/>
          </w:tcPr>
          <w:p w:rsidRPr="009C54AE" w:rsidR="002D24F5" w:rsidP="735E83D6" w:rsidRDefault="002B3276" w14:paraId="71C17B1C" w14:textId="162566C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35E83D6" w:rsidR="002B3276">
              <w:rPr>
                <w:rFonts w:ascii="Corbel" w:hAnsi="Corbel"/>
                <w:b w:val="0"/>
                <w:bCs w:val="0"/>
              </w:rPr>
              <w:t xml:space="preserve">egzamin </w:t>
            </w:r>
          </w:p>
        </w:tc>
        <w:tc>
          <w:tcPr>
            <w:tcW w:w="2126" w:type="dxa"/>
            <w:tcMar/>
          </w:tcPr>
          <w:p w:rsidRPr="009C54AE" w:rsidR="002D24F5" w:rsidP="009C54AE" w:rsidRDefault="002B3276" w14:paraId="269CC3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2D24F5" w:rsidTr="735E83D6" w14:paraId="3766E1DC" w14:textId="77777777">
        <w:tc>
          <w:tcPr>
            <w:tcW w:w="1985" w:type="dxa"/>
            <w:tcMar/>
          </w:tcPr>
          <w:p w:rsidRPr="009C54AE" w:rsidR="002D24F5" w:rsidP="009C54AE" w:rsidRDefault="002D24F5" w14:paraId="5575F9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  <w:tcMar/>
          </w:tcPr>
          <w:p w:rsidRPr="009C54AE" w:rsidR="002D24F5" w:rsidP="735E83D6" w:rsidRDefault="002B3276" w14:paraId="29E11ADB" w14:textId="7FB1247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35E83D6" w:rsidR="002B3276">
              <w:rPr>
                <w:rFonts w:ascii="Corbel" w:hAnsi="Corbel"/>
                <w:b w:val="0"/>
                <w:bCs w:val="0"/>
              </w:rPr>
              <w:t xml:space="preserve">egzamin </w:t>
            </w:r>
            <w:r w:rsidRPr="735E83D6" w:rsidR="65D168A6">
              <w:rPr>
                <w:rFonts w:ascii="Corbel" w:hAnsi="Corbel"/>
                <w:b w:val="0"/>
                <w:bCs w:val="0"/>
              </w:rPr>
              <w:t>, obserwacja w trakcie zajęć</w:t>
            </w:r>
          </w:p>
        </w:tc>
        <w:tc>
          <w:tcPr>
            <w:tcW w:w="2126" w:type="dxa"/>
            <w:tcMar/>
          </w:tcPr>
          <w:p w:rsidRPr="009C54AE" w:rsidR="002D24F5" w:rsidP="009C54AE" w:rsidRDefault="002B3276" w14:paraId="3BD00B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2D24F5" w:rsidTr="735E83D6" w14:paraId="0EDF3ABD" w14:textId="77777777">
        <w:tc>
          <w:tcPr>
            <w:tcW w:w="1985" w:type="dxa"/>
            <w:tcMar/>
          </w:tcPr>
          <w:p w:rsidRPr="009C54AE" w:rsidR="002D24F5" w:rsidP="009C54AE" w:rsidRDefault="002D24F5" w14:paraId="00F38F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  <w:tcMar/>
          </w:tcPr>
          <w:p w:rsidRPr="009C54AE" w:rsidR="002D24F5" w:rsidP="735E83D6" w:rsidRDefault="002B3276" w14:paraId="1AD27F5A" w14:textId="56B285B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35E83D6" w:rsidR="002B3276">
              <w:rPr>
                <w:rFonts w:ascii="Corbel" w:hAnsi="Corbel"/>
                <w:b w:val="0"/>
                <w:bCs w:val="0"/>
              </w:rPr>
              <w:t xml:space="preserve">egzamin </w:t>
            </w:r>
            <w:r w:rsidRPr="735E83D6" w:rsidR="6DED00C1">
              <w:rPr>
                <w:rFonts w:ascii="Corbel" w:hAnsi="Corbel"/>
                <w:b w:val="0"/>
                <w:bCs w:val="0"/>
              </w:rPr>
              <w:t>, obserwacja w trakcie zajęć</w:t>
            </w:r>
          </w:p>
        </w:tc>
        <w:tc>
          <w:tcPr>
            <w:tcW w:w="2126" w:type="dxa"/>
            <w:tcMar/>
          </w:tcPr>
          <w:p w:rsidRPr="009C54AE" w:rsidR="002D24F5" w:rsidP="009C54AE" w:rsidRDefault="002B3276" w14:paraId="186C54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2D24F5" w:rsidTr="735E83D6" w14:paraId="507747D0" w14:textId="77777777">
        <w:tc>
          <w:tcPr>
            <w:tcW w:w="1985" w:type="dxa"/>
            <w:tcMar/>
          </w:tcPr>
          <w:p w:rsidRPr="009C54AE" w:rsidR="002D24F5" w:rsidP="009C54AE" w:rsidRDefault="002D24F5" w14:paraId="24DD1F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  <w:tcMar/>
          </w:tcPr>
          <w:p w:rsidRPr="009C54AE" w:rsidR="002D24F5" w:rsidP="735E83D6" w:rsidRDefault="002B3276" w14:paraId="52092BE8" w14:textId="482ED27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35E83D6" w:rsidR="002B3276">
              <w:rPr>
                <w:rFonts w:ascii="Corbel" w:hAnsi="Corbel"/>
                <w:b w:val="0"/>
                <w:bCs w:val="0"/>
              </w:rPr>
              <w:t xml:space="preserve">egzamin </w:t>
            </w:r>
            <w:r w:rsidRPr="735E83D6" w:rsidR="3B79FE7A">
              <w:rPr>
                <w:rFonts w:ascii="Corbel" w:hAnsi="Corbel"/>
                <w:b w:val="0"/>
                <w:bCs w:val="0"/>
              </w:rPr>
              <w:t>, obserwacja w trakcie zajęć</w:t>
            </w:r>
          </w:p>
        </w:tc>
        <w:tc>
          <w:tcPr>
            <w:tcW w:w="2126" w:type="dxa"/>
            <w:tcMar/>
          </w:tcPr>
          <w:p w:rsidRPr="009C54AE" w:rsidR="002D24F5" w:rsidP="009C54AE" w:rsidRDefault="002B3276" w14:paraId="44E641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2D24F5" w:rsidTr="735E83D6" w14:paraId="4F1E38AC" w14:textId="77777777">
        <w:tc>
          <w:tcPr>
            <w:tcW w:w="1985" w:type="dxa"/>
            <w:tcMar/>
          </w:tcPr>
          <w:p w:rsidRPr="009C54AE" w:rsidR="002D24F5" w:rsidP="009C54AE" w:rsidRDefault="002D24F5" w14:paraId="0B0AD7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  <w:tcMar/>
          </w:tcPr>
          <w:p w:rsidRPr="009C54AE" w:rsidR="002D24F5" w:rsidP="735E83D6" w:rsidRDefault="002B3276" w14:paraId="39F804EF" w14:textId="7299CEA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35E83D6" w:rsidR="002B3276">
              <w:rPr>
                <w:rFonts w:ascii="Corbel" w:hAnsi="Corbel"/>
                <w:b w:val="0"/>
                <w:bCs w:val="0"/>
              </w:rPr>
              <w:t xml:space="preserve">egzamin </w:t>
            </w:r>
            <w:r w:rsidRPr="735E83D6" w:rsidR="64A28025">
              <w:rPr>
                <w:rFonts w:ascii="Corbel" w:hAnsi="Corbel"/>
                <w:b w:val="0"/>
                <w:bCs w:val="0"/>
              </w:rPr>
              <w:t>,obserwacja w trakcie zajęć</w:t>
            </w:r>
          </w:p>
        </w:tc>
        <w:tc>
          <w:tcPr>
            <w:tcW w:w="2126" w:type="dxa"/>
            <w:tcMar/>
          </w:tcPr>
          <w:p w:rsidRPr="009C54AE" w:rsidR="002D24F5" w:rsidP="009C54AE" w:rsidRDefault="002B3276" w14:paraId="7AE21A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:rsidRPr="009C54AE" w:rsidR="00923D7D" w:rsidP="009C54AE" w:rsidRDefault="00923D7D" w14:paraId="5570F89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9FED94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0E3749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35E83D6" w14:paraId="6BDBCCEF" w14:textId="77777777">
        <w:tc>
          <w:tcPr>
            <w:tcW w:w="9670" w:type="dxa"/>
            <w:tcMar/>
          </w:tcPr>
          <w:p w:rsidRPr="009C54AE" w:rsidR="0085747A" w:rsidP="735E83D6" w:rsidRDefault="002B3276" w14:paraId="4D293878" w14:textId="41CF2580">
            <w:pPr>
              <w:spacing w:before="0" w:after="0"/>
              <w:jc w:val="both"/>
            </w:pPr>
            <w:r w:rsidRPr="735E83D6" w:rsidR="2B0827B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735E83D6" w:rsidR="2B0827BD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735E83D6" w:rsidR="2B0827B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735E83D6" w:rsidR="2B0827BD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735E83D6" w:rsidRDefault="002B3276" w14:paraId="4F62DF1A" w14:textId="42472A37">
            <w:pPr>
              <w:spacing w:before="0" w:after="0"/>
              <w:jc w:val="both"/>
            </w:pPr>
            <w:r w:rsidRPr="735E83D6" w:rsidR="2B0827B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735E83D6" w:rsidR="2B0827BD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735E83D6" w:rsidRDefault="002B3276" w14:paraId="5955AF00" w14:textId="490C9444">
            <w:pPr>
              <w:spacing w:before="0" w:after="0"/>
              <w:jc w:val="both"/>
            </w:pPr>
            <w:r w:rsidRPr="735E83D6" w:rsidR="2B0827B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735E83D6" w:rsidR="2B0827BD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735E83D6" w:rsidRDefault="002B3276" w14:paraId="6F52E252" w14:textId="7B563336">
            <w:pPr>
              <w:spacing w:before="0" w:after="0"/>
            </w:pPr>
            <w:r w:rsidRPr="735E83D6" w:rsidR="2B0827B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735E83D6" w:rsidRDefault="002B3276" w14:paraId="4D6E090E" w14:textId="04F59873">
            <w:pPr>
              <w:spacing w:before="0" w:after="0"/>
            </w:pPr>
            <w:r w:rsidRPr="735E83D6" w:rsidR="2B0827B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735E83D6" w:rsidRDefault="002B3276" w14:paraId="7BDEF31C" w14:textId="45F5C1C1">
            <w:pPr>
              <w:spacing w:before="0" w:after="0"/>
            </w:pPr>
            <w:r w:rsidRPr="735E83D6" w:rsidR="2B0827B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735E83D6" w:rsidRDefault="002B3276" w14:paraId="43621BA5" w14:textId="3B3A09C3">
            <w:pPr>
              <w:spacing w:before="0" w:after="0"/>
            </w:pPr>
            <w:r w:rsidRPr="735E83D6" w:rsidR="2B0827B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735E83D6" w:rsidRDefault="002B3276" w14:paraId="7F76BE3A" w14:textId="1C9D5AA2">
            <w:pPr>
              <w:spacing w:before="0" w:after="0"/>
            </w:pPr>
            <w:r w:rsidRPr="735E83D6" w:rsidR="2B0827B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735E83D6" w:rsidRDefault="002B3276" w14:paraId="3A26B023" w14:textId="77BD439C">
            <w:pPr>
              <w:spacing w:before="0" w:after="0"/>
            </w:pPr>
            <w:r w:rsidRPr="735E83D6" w:rsidR="2B0827B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9C54AE" w:rsidR="0085747A" w:rsidP="735E83D6" w:rsidRDefault="002B3276" w14:paraId="60FD2E08" w14:textId="0924964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6A51D9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110B91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99A9CA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40700A5" w14:textId="77777777">
        <w:tc>
          <w:tcPr>
            <w:tcW w:w="4962" w:type="dxa"/>
            <w:vAlign w:val="center"/>
          </w:tcPr>
          <w:p w:rsidRPr="009C54AE" w:rsidR="0085747A" w:rsidP="009C54AE" w:rsidRDefault="00C61DC5" w14:paraId="1B78639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491AF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9AD387B" w14:textId="77777777">
        <w:tc>
          <w:tcPr>
            <w:tcW w:w="4962" w:type="dxa"/>
          </w:tcPr>
          <w:p w:rsidRPr="009C54AE" w:rsidR="0085747A" w:rsidP="009C54AE" w:rsidRDefault="00C61DC5" w14:paraId="6BB07B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5739C9" w:rsidRDefault="005739C9" w14:paraId="6C7EDB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1956C3AD" w14:textId="77777777">
        <w:tc>
          <w:tcPr>
            <w:tcW w:w="4962" w:type="dxa"/>
          </w:tcPr>
          <w:p w:rsidRPr="009C54AE" w:rsidR="00C61DC5" w:rsidP="009C54AE" w:rsidRDefault="00C61DC5" w14:paraId="655C9C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CF18D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5739C9" w14:paraId="49BE01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39E39266" w14:textId="77777777">
        <w:tc>
          <w:tcPr>
            <w:tcW w:w="4962" w:type="dxa"/>
          </w:tcPr>
          <w:p w:rsidRPr="009C54AE" w:rsidR="0071620A" w:rsidP="009C54AE" w:rsidRDefault="00C61DC5" w14:paraId="309D86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264D61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5739C9" w:rsidRDefault="005739C9" w14:paraId="01B28D4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0294B7C7" w14:textId="77777777">
        <w:tc>
          <w:tcPr>
            <w:tcW w:w="4962" w:type="dxa"/>
          </w:tcPr>
          <w:p w:rsidRPr="009C54AE" w:rsidR="0085747A" w:rsidP="009C54AE" w:rsidRDefault="0085747A" w14:paraId="6A741B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5739C9" w14:paraId="0344D4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1C9693AA" w14:textId="77777777">
        <w:tc>
          <w:tcPr>
            <w:tcW w:w="4962" w:type="dxa"/>
          </w:tcPr>
          <w:p w:rsidRPr="009C54AE" w:rsidR="0085747A" w:rsidP="009C54AE" w:rsidRDefault="0085747A" w14:paraId="1E5B10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5739C9" w14:paraId="269AD2D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57AB9E4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DE3C2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59BA95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FBBFC0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244289D4" w14:paraId="675A2714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9C012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244289D4" w:rsidRDefault="0085747A" w14:paraId="58A5AFE7" w14:textId="7539D25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44289D4" w:rsidR="0A52359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244289D4" w14:paraId="07EB6E0A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89A15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244289D4" w:rsidRDefault="0085747A" w14:paraId="1A2E93DE" w14:textId="2A82960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44289D4" w:rsidR="3A0B43EB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6DE9268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4792D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7C96F9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5739C9" w:rsidTr="244289D4" w14:paraId="2BC946BB" w14:textId="77777777">
        <w:trPr>
          <w:trHeight w:val="397"/>
        </w:trPr>
        <w:tc>
          <w:tcPr>
            <w:tcW w:w="7513" w:type="dxa"/>
            <w:tcMar/>
          </w:tcPr>
          <w:p w:rsidR="005739C9" w:rsidP="244289D4" w:rsidRDefault="005739C9" w14:paraId="65CA4240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44289D4" w:rsidR="4F56CE6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  <w:r w:rsidRPr="244289D4" w:rsidR="4F56CE6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 </w:t>
            </w:r>
          </w:p>
          <w:p w:rsidR="244289D4" w:rsidP="244289D4" w:rsidRDefault="244289D4" w14:paraId="63F4AEB1" w14:textId="1EB3CBC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5739C9" w:rsidP="005739C9" w:rsidRDefault="005739C9" w14:paraId="1B5C88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Kijowski D., Suwaj P. (red.) Patologie w administracji publicznej, Warszawa 2009,</w:t>
            </w:r>
          </w:p>
          <w:p w:rsidRPr="009C54AE" w:rsidR="005739C9" w:rsidP="005739C9" w:rsidRDefault="005739C9" w14:paraId="47DAB1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 J., Zjawisko korupcji. Rozpoznawanie, zapobieganie, zwalczanie, Warszawa 2018.</w:t>
            </w:r>
          </w:p>
        </w:tc>
      </w:tr>
      <w:tr w:rsidRPr="009C54AE" w:rsidR="005739C9" w:rsidTr="244289D4" w14:paraId="5D970400" w14:textId="77777777">
        <w:trPr>
          <w:trHeight w:val="397"/>
        </w:trPr>
        <w:tc>
          <w:tcPr>
            <w:tcW w:w="7513" w:type="dxa"/>
            <w:tcMar/>
          </w:tcPr>
          <w:p w:rsidR="005739C9" w:rsidP="244289D4" w:rsidRDefault="005739C9" w14:paraId="63AB3951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44289D4" w:rsidR="4F56CE6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244289D4" w:rsidP="244289D4" w:rsidRDefault="244289D4" w14:paraId="77317F33" w14:textId="79D0B88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A82FC6" w:rsidP="005739C9" w:rsidRDefault="00A82FC6" w14:paraId="3AC2B9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Ogrodnik, Prawne i kryminologiczne aspekty korupcji, Warszawa 2013</w:t>
            </w:r>
          </w:p>
          <w:p w:rsidR="005739C9" w:rsidP="005739C9" w:rsidRDefault="005739C9" w14:paraId="5B62DF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Kulesza, M. Niziołek, Etyka służby publicznej, Warszawa 2010,</w:t>
            </w:r>
          </w:p>
          <w:p w:rsidR="005739C9" w:rsidP="005739C9" w:rsidRDefault="005739C9" w14:paraId="7B18E9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Bogdanienko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Przejawy społecznej nieodpowiedzialności organizacji publicznych, Warszawa 2014</w:t>
            </w:r>
            <w:r w:rsidR="00620810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9C54AE" w:rsidR="00620810" w:rsidP="005739C9" w:rsidRDefault="00620810" w14:paraId="05B3CB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Zabłocki, Przeciwdziałanie patologiom w administracji na przykładzie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B3276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istleblowingu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34E17">
              <w:rPr>
                <w:rFonts w:ascii="Corbel" w:hAnsi="Corbel"/>
                <w:b w:val="0"/>
                <w:smallCaps w:val="0"/>
                <w:szCs w:val="24"/>
              </w:rPr>
              <w:t>http://www.repozytorium.uni.wroc.pl/Content/40342/PDF/008.pdf</w:t>
            </w:r>
          </w:p>
        </w:tc>
      </w:tr>
    </w:tbl>
    <w:p w:rsidRPr="009C54AE" w:rsidR="0085747A" w:rsidP="009C54AE" w:rsidRDefault="0085747A" w14:paraId="0581562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DD3146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5C34F8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0255" w:rsidP="00C16ABF" w:rsidRDefault="00460255" w14:paraId="20D28564" w14:textId="77777777">
      <w:pPr>
        <w:spacing w:after="0" w:line="240" w:lineRule="auto"/>
      </w:pPr>
      <w:r>
        <w:separator/>
      </w:r>
    </w:p>
  </w:endnote>
  <w:endnote w:type="continuationSeparator" w:id="0">
    <w:p w:rsidR="00460255" w:rsidP="00C16ABF" w:rsidRDefault="00460255" w14:paraId="7FE5CB8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0255" w:rsidP="00C16ABF" w:rsidRDefault="00460255" w14:paraId="17F67DE7" w14:textId="77777777">
      <w:pPr>
        <w:spacing w:after="0" w:line="240" w:lineRule="auto"/>
      </w:pPr>
      <w:r>
        <w:separator/>
      </w:r>
    </w:p>
  </w:footnote>
  <w:footnote w:type="continuationSeparator" w:id="0">
    <w:p w:rsidR="00460255" w:rsidP="00C16ABF" w:rsidRDefault="00460255" w14:paraId="108C5D2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1CD69D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4D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176"/>
    <w:rsid w:val="002673CD"/>
    <w:rsid w:val="00281FF2"/>
    <w:rsid w:val="002857DE"/>
    <w:rsid w:val="00291567"/>
    <w:rsid w:val="002A22BF"/>
    <w:rsid w:val="002A2389"/>
    <w:rsid w:val="002A671D"/>
    <w:rsid w:val="002B3276"/>
    <w:rsid w:val="002B4D55"/>
    <w:rsid w:val="002B5EA0"/>
    <w:rsid w:val="002B6119"/>
    <w:rsid w:val="002C1F06"/>
    <w:rsid w:val="002D24F5"/>
    <w:rsid w:val="002D3375"/>
    <w:rsid w:val="002D73D4"/>
    <w:rsid w:val="002F02A3"/>
    <w:rsid w:val="002F4ABE"/>
    <w:rsid w:val="003018BA"/>
    <w:rsid w:val="0030395F"/>
    <w:rsid w:val="00305C92"/>
    <w:rsid w:val="003151C5"/>
    <w:rsid w:val="0031591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1C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8DF"/>
    <w:rsid w:val="0046025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E53"/>
    <w:rsid w:val="004F55A3"/>
    <w:rsid w:val="0050496F"/>
    <w:rsid w:val="00513B6F"/>
    <w:rsid w:val="00517C63"/>
    <w:rsid w:val="005363C4"/>
    <w:rsid w:val="00536BDE"/>
    <w:rsid w:val="00543ACC"/>
    <w:rsid w:val="0056696D"/>
    <w:rsid w:val="005739C9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810"/>
    <w:rsid w:val="00621CE1"/>
    <w:rsid w:val="00627FC9"/>
    <w:rsid w:val="00647FA8"/>
    <w:rsid w:val="00650C5F"/>
    <w:rsid w:val="00654934"/>
    <w:rsid w:val="006620D9"/>
    <w:rsid w:val="00671958"/>
    <w:rsid w:val="00675843"/>
    <w:rsid w:val="0069299C"/>
    <w:rsid w:val="00696477"/>
    <w:rsid w:val="006C29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99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2F4"/>
    <w:rsid w:val="00910FBC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FC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FC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E8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E9D"/>
    <w:rsid w:val="00F070AB"/>
    <w:rsid w:val="00F16E5A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BB61B9"/>
    <w:rsid w:val="04FF0A5A"/>
    <w:rsid w:val="087A244F"/>
    <w:rsid w:val="0A523598"/>
    <w:rsid w:val="1A823D61"/>
    <w:rsid w:val="1AD0DCAD"/>
    <w:rsid w:val="20113407"/>
    <w:rsid w:val="244289D4"/>
    <w:rsid w:val="285F451F"/>
    <w:rsid w:val="2B0827BD"/>
    <w:rsid w:val="37D282C8"/>
    <w:rsid w:val="38927B45"/>
    <w:rsid w:val="3997B10D"/>
    <w:rsid w:val="3A0B43EB"/>
    <w:rsid w:val="3B79FE7A"/>
    <w:rsid w:val="3C3FAD90"/>
    <w:rsid w:val="4A7839E6"/>
    <w:rsid w:val="4EC559B7"/>
    <w:rsid w:val="4EEF3E9A"/>
    <w:rsid w:val="4F56CE6A"/>
    <w:rsid w:val="61D839CA"/>
    <w:rsid w:val="62823213"/>
    <w:rsid w:val="64A28025"/>
    <w:rsid w:val="65D168A6"/>
    <w:rsid w:val="66D5C441"/>
    <w:rsid w:val="6DED00C1"/>
    <w:rsid w:val="6F6563F3"/>
    <w:rsid w:val="735E83D6"/>
    <w:rsid w:val="752DEBDC"/>
    <w:rsid w:val="76D33CB1"/>
    <w:rsid w:val="7E179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C3CE0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B2E46-FC84-4C4C-81D5-98F873A1545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13</revision>
  <lastPrinted>2019-02-06T12:12:00.0000000Z</lastPrinted>
  <dcterms:created xsi:type="dcterms:W3CDTF">2021-12-08T17:40:00.0000000Z</dcterms:created>
  <dcterms:modified xsi:type="dcterms:W3CDTF">2022-01-21T11:15:49.5969408Z</dcterms:modified>
</coreProperties>
</file>